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50D" w:rsidRPr="00311E02" w:rsidRDefault="00C4750D" w:rsidP="00534C52">
      <w:pPr>
        <w:tabs>
          <w:tab w:val="left" w:pos="2640"/>
        </w:tabs>
        <w:jc w:val="right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     </w:t>
      </w:r>
    </w:p>
    <w:p w:rsidR="00C4750D" w:rsidRDefault="00C4750D" w:rsidP="00DD4A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C4750D" w:rsidRDefault="00C4750D" w:rsidP="00DD4AD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КОНСТАНТИНОВСКОГО СЕЛЬСКОГО ПОСЕЛЕНИЯ</w:t>
      </w:r>
    </w:p>
    <w:p w:rsidR="00C4750D" w:rsidRPr="000B5FC6" w:rsidRDefault="00C4750D" w:rsidP="00DD4AD1">
      <w:pPr>
        <w:jc w:val="center"/>
        <w:rPr>
          <w:b/>
          <w:bCs/>
          <w:sz w:val="28"/>
          <w:szCs w:val="28"/>
        </w:rPr>
      </w:pPr>
      <w:r w:rsidRPr="000B5FC6">
        <w:rPr>
          <w:b/>
          <w:bCs/>
          <w:sz w:val="28"/>
          <w:szCs w:val="28"/>
        </w:rPr>
        <w:t>РОМОДАНОВСКОГО</w:t>
      </w:r>
      <w:r>
        <w:rPr>
          <w:b/>
          <w:bCs/>
          <w:sz w:val="28"/>
          <w:szCs w:val="28"/>
        </w:rPr>
        <w:t xml:space="preserve"> МУНИЦИПАЛЬНОГО</w:t>
      </w:r>
      <w:r w:rsidRPr="000B5FC6">
        <w:rPr>
          <w:b/>
          <w:bCs/>
          <w:sz w:val="28"/>
          <w:szCs w:val="28"/>
        </w:rPr>
        <w:t xml:space="preserve"> РАЙОНА</w:t>
      </w:r>
    </w:p>
    <w:p w:rsidR="00C4750D" w:rsidRPr="00007511" w:rsidRDefault="00C4750D" w:rsidP="00DD4AD1">
      <w:pPr>
        <w:pStyle w:val="Heading1"/>
      </w:pPr>
      <w:r w:rsidRPr="00007511">
        <w:t>РЕСПУБЛИКИ МОРДОВИЯ</w:t>
      </w:r>
    </w:p>
    <w:p w:rsidR="00C4750D" w:rsidRPr="00A605FE" w:rsidRDefault="00C4750D" w:rsidP="00DD4AD1">
      <w:pPr>
        <w:jc w:val="center"/>
        <w:rPr>
          <w:b/>
          <w:bCs/>
          <w:sz w:val="28"/>
          <w:szCs w:val="28"/>
        </w:rPr>
      </w:pPr>
    </w:p>
    <w:p w:rsidR="00C4750D" w:rsidRPr="00990550" w:rsidRDefault="00C4750D" w:rsidP="00DD4AD1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РЕШЕНИЕ</w:t>
      </w:r>
    </w:p>
    <w:p w:rsidR="00C4750D" w:rsidRPr="00FB3ED9" w:rsidRDefault="00C4750D" w:rsidP="00DD4AD1">
      <w:pPr>
        <w:rPr>
          <w:sz w:val="28"/>
          <w:szCs w:val="28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1.2pt;margin-top:9.15pt;width:471.6pt;height:.75pt;flip:y;z-index:251658240" o:connectortype="straight" strokeweight="1.5pt"/>
        </w:pict>
      </w:r>
    </w:p>
    <w:p w:rsidR="00C4750D" w:rsidRPr="00FB3ED9" w:rsidRDefault="00C4750D" w:rsidP="00DD4AD1"/>
    <w:p w:rsidR="00C4750D" w:rsidRDefault="00C4750D" w:rsidP="00CA35AD">
      <w:r>
        <w:t xml:space="preserve">      от « 29 » апреля  2022 г.                                                                                                 №10</w:t>
      </w:r>
    </w:p>
    <w:p w:rsidR="00C4750D" w:rsidRDefault="00C4750D" w:rsidP="009F535C"/>
    <w:p w:rsidR="00C4750D" w:rsidRPr="006748CF" w:rsidRDefault="00C4750D" w:rsidP="00DD4AD1">
      <w:pPr>
        <w:jc w:val="center"/>
      </w:pPr>
      <w:r>
        <w:t>с</w:t>
      </w:r>
      <w:r w:rsidRPr="006748CF">
        <w:t xml:space="preserve">. </w:t>
      </w:r>
      <w:r>
        <w:t>Константиновка</w:t>
      </w:r>
    </w:p>
    <w:p w:rsidR="00C4750D" w:rsidRDefault="00C4750D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C4750D" w:rsidRPr="00223DCF" w:rsidRDefault="00C4750D" w:rsidP="00AB7FE2">
      <w:r w:rsidRPr="00223DCF">
        <w:t xml:space="preserve">Об исполнении бюджета                                                             </w:t>
      </w:r>
      <w:r>
        <w:t xml:space="preserve">                                                  </w:t>
      </w:r>
      <w:r w:rsidRPr="00223DCF">
        <w:t xml:space="preserve"> </w:t>
      </w:r>
      <w:r>
        <w:t xml:space="preserve"> Константиновского </w:t>
      </w:r>
      <w:r w:rsidRPr="00223DCF">
        <w:t>сельского поселения</w:t>
      </w:r>
    </w:p>
    <w:p w:rsidR="00C4750D" w:rsidRPr="00223DCF" w:rsidRDefault="00C4750D" w:rsidP="00046C5E">
      <w:pPr>
        <w:jc w:val="both"/>
      </w:pPr>
      <w:r w:rsidRPr="00223DCF">
        <w:t xml:space="preserve">Ромодановского муниципального района </w:t>
      </w:r>
    </w:p>
    <w:p w:rsidR="00C4750D" w:rsidRPr="00223DCF" w:rsidRDefault="00C4750D" w:rsidP="00046C5E">
      <w:pPr>
        <w:jc w:val="both"/>
      </w:pPr>
      <w:r w:rsidRPr="00223DCF">
        <w:t>Республики Мордовия за 2021 год</w:t>
      </w:r>
    </w:p>
    <w:p w:rsidR="00C4750D" w:rsidRPr="00223DCF" w:rsidRDefault="00C4750D" w:rsidP="00B204EC">
      <w:pPr>
        <w:jc w:val="both"/>
      </w:pPr>
    </w:p>
    <w:p w:rsidR="00C4750D" w:rsidRPr="00223DCF" w:rsidRDefault="00C4750D" w:rsidP="00B204EC">
      <w:pPr>
        <w:jc w:val="both"/>
      </w:pPr>
    </w:p>
    <w:p w:rsidR="00C4750D" w:rsidRPr="00223DCF" w:rsidRDefault="00C4750D" w:rsidP="00B204EC">
      <w:pPr>
        <w:jc w:val="both"/>
      </w:pPr>
    </w:p>
    <w:p w:rsidR="00C4750D" w:rsidRPr="00223DCF" w:rsidRDefault="00C4750D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>
        <w:t>0</w:t>
      </w:r>
      <w:r w:rsidRPr="00223DCF">
        <w:t xml:space="preserve"> Устава </w:t>
      </w:r>
      <w:r>
        <w:t>Константиновского</w:t>
      </w:r>
      <w:r w:rsidRPr="00223DCF">
        <w:t xml:space="preserve"> сельского поселения Ромодановского муниципального района Республики Мордовия, Совет депутатов </w:t>
      </w:r>
      <w:r>
        <w:t>Константиновского</w:t>
      </w:r>
      <w:r w:rsidRPr="00223DCF">
        <w:t xml:space="preserve"> сельского поселения Ромодановского муниципального района Республики Мордовия</w:t>
      </w:r>
    </w:p>
    <w:p w:rsidR="00C4750D" w:rsidRPr="00223DCF" w:rsidRDefault="00C4750D" w:rsidP="00B204EC">
      <w:pPr>
        <w:jc w:val="center"/>
      </w:pPr>
    </w:p>
    <w:p w:rsidR="00C4750D" w:rsidRPr="00223DCF" w:rsidRDefault="00C4750D" w:rsidP="00B204EC">
      <w:pPr>
        <w:jc w:val="center"/>
        <w:rPr>
          <w:b/>
          <w:bCs/>
        </w:rPr>
      </w:pPr>
      <w:r w:rsidRPr="00223DCF">
        <w:rPr>
          <w:b/>
          <w:bCs/>
        </w:rPr>
        <w:t>РЕШИЛ:</w:t>
      </w:r>
    </w:p>
    <w:p w:rsidR="00C4750D" w:rsidRPr="00223DCF" w:rsidRDefault="00C4750D" w:rsidP="00B204EC">
      <w:pPr>
        <w:jc w:val="both"/>
      </w:pPr>
    </w:p>
    <w:p w:rsidR="00C4750D" w:rsidRPr="00223DCF" w:rsidRDefault="00C4750D" w:rsidP="00354974">
      <w:pPr>
        <w:ind w:firstLine="540"/>
        <w:jc w:val="both"/>
      </w:pPr>
      <w:r w:rsidRPr="00223DCF">
        <w:t>1. Утвердить отчет об исполнении бюджета</w:t>
      </w:r>
      <w:r>
        <w:t xml:space="preserve"> Константиновского </w:t>
      </w:r>
      <w:r w:rsidRPr="00223DCF">
        <w:t>сельского поселения  Ромодановского муниципального  района Республики Мордовия за 2021  год:</w:t>
      </w:r>
    </w:p>
    <w:p w:rsidR="00C4750D" w:rsidRPr="00223DCF" w:rsidRDefault="00C4750D" w:rsidP="00354974">
      <w:pPr>
        <w:ind w:firstLine="540"/>
        <w:jc w:val="both"/>
      </w:pPr>
      <w:r w:rsidRPr="00223DCF">
        <w:t xml:space="preserve">по доходам в  сумме </w:t>
      </w:r>
      <w:r>
        <w:t>1254,0</w:t>
      </w:r>
      <w:r w:rsidRPr="00223DCF">
        <w:t xml:space="preserve"> тыс. рублей;</w:t>
      </w:r>
    </w:p>
    <w:p w:rsidR="00C4750D" w:rsidRPr="00223DCF" w:rsidRDefault="00C4750D" w:rsidP="00354974">
      <w:pPr>
        <w:ind w:firstLine="540"/>
        <w:jc w:val="both"/>
      </w:pPr>
      <w:r w:rsidRPr="00223DCF">
        <w:t xml:space="preserve">по расходам в сумме </w:t>
      </w:r>
      <w:r>
        <w:t>1316,1</w:t>
      </w:r>
      <w:r w:rsidRPr="00223DCF">
        <w:t xml:space="preserve"> тыс. рублей;</w:t>
      </w:r>
    </w:p>
    <w:p w:rsidR="00C4750D" w:rsidRPr="00223DCF" w:rsidRDefault="00C4750D" w:rsidP="00354974">
      <w:pPr>
        <w:ind w:firstLine="540"/>
        <w:jc w:val="both"/>
      </w:pPr>
      <w:r w:rsidRPr="00223DCF">
        <w:t xml:space="preserve">при превышении расходов над доходами  в сумме </w:t>
      </w:r>
      <w:r>
        <w:t>62,1</w:t>
      </w:r>
      <w:r w:rsidRPr="00223DCF">
        <w:t xml:space="preserve"> тыс. рублей.</w:t>
      </w:r>
    </w:p>
    <w:p w:rsidR="00C4750D" w:rsidRPr="00223DCF" w:rsidRDefault="00C4750D" w:rsidP="00354974">
      <w:pPr>
        <w:ind w:firstLine="540"/>
        <w:jc w:val="both"/>
      </w:pPr>
      <w:r w:rsidRPr="00223DCF">
        <w:t>2. Утвердить показатели:</w:t>
      </w:r>
    </w:p>
    <w:p w:rsidR="00C4750D" w:rsidRPr="00223DCF" w:rsidRDefault="00C4750D" w:rsidP="00354974">
      <w:pPr>
        <w:ind w:firstLine="540"/>
        <w:jc w:val="both"/>
      </w:pPr>
      <w:r w:rsidRPr="00223DCF">
        <w:t xml:space="preserve">доходов бюджета </w:t>
      </w:r>
      <w:r>
        <w:t>Константиновского</w:t>
      </w:r>
      <w:r w:rsidRPr="00223DCF">
        <w:t xml:space="preserve"> сельского поселения Ромодановского муниципального района Республики Мордовия за 2021 год по кодам классификации доход</w:t>
      </w:r>
      <w:r>
        <w:t>ов</w:t>
      </w:r>
      <w:r w:rsidRPr="00223DCF">
        <w:t xml:space="preserve"> бюджета</w:t>
      </w:r>
      <w:r>
        <w:t xml:space="preserve"> согласно пр</w:t>
      </w:r>
      <w:r w:rsidRPr="00223DCF">
        <w:t>иложению 1;</w:t>
      </w:r>
    </w:p>
    <w:p w:rsidR="00C4750D" w:rsidRPr="00223DCF" w:rsidRDefault="00C4750D" w:rsidP="00354974">
      <w:pPr>
        <w:ind w:firstLine="540"/>
        <w:jc w:val="both"/>
      </w:pPr>
      <w:r w:rsidRPr="00223DCF">
        <w:t>расходов</w:t>
      </w:r>
      <w:r>
        <w:t xml:space="preserve"> </w:t>
      </w:r>
      <w:r w:rsidRPr="00223DCF">
        <w:t xml:space="preserve">бюджета </w:t>
      </w:r>
      <w:r>
        <w:t>Константиновского</w:t>
      </w:r>
      <w:r w:rsidRPr="00223DCF">
        <w:t xml:space="preserve"> сельского поселения Ромодановского муниципального района в 2021 году по ведомственной структуре расходов бюджета Ромодановского сельского поселения Ромодановского муниципального района согласно приложению 3;</w:t>
      </w:r>
    </w:p>
    <w:p w:rsidR="00C4750D" w:rsidRPr="00223DCF" w:rsidRDefault="00C4750D" w:rsidP="00E43B6F">
      <w:pPr>
        <w:ind w:firstLine="540"/>
        <w:jc w:val="both"/>
      </w:pPr>
      <w:r>
        <w:t xml:space="preserve">расходов </w:t>
      </w:r>
      <w:r w:rsidRPr="00223DCF">
        <w:t xml:space="preserve">бюджета </w:t>
      </w:r>
      <w:r>
        <w:t>Константиновского</w:t>
      </w:r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Pr="00223DCF">
        <w:rPr>
          <w:b/>
          <w:bCs/>
        </w:rPr>
        <w:t xml:space="preserve">     </w:t>
      </w:r>
    </w:p>
    <w:p w:rsidR="00C4750D" w:rsidRPr="00223DCF" w:rsidRDefault="00C4750D" w:rsidP="00354974">
      <w:pPr>
        <w:ind w:firstLine="540"/>
        <w:jc w:val="both"/>
      </w:pPr>
      <w:r w:rsidRPr="00223DCF">
        <w:t>источников  финансирования дефицита бюджета</w:t>
      </w:r>
      <w:r>
        <w:t xml:space="preserve"> Константиновского</w:t>
      </w:r>
      <w:r w:rsidRPr="00223DCF">
        <w:t xml:space="preserve"> сельского поселения Ромодановского муниципального района </w:t>
      </w:r>
      <w:r>
        <w:t>за</w:t>
      </w:r>
      <w:r w:rsidRPr="00223DCF">
        <w:t xml:space="preserve"> 2021 год</w:t>
      </w:r>
      <w:r>
        <w:t xml:space="preserve"> по кодам классификации источников финансирования дефицитов бюджета </w:t>
      </w:r>
      <w:r w:rsidRPr="00223DCF">
        <w:t xml:space="preserve"> согласно приложению </w:t>
      </w:r>
      <w:r>
        <w:t>4</w:t>
      </w:r>
      <w:r w:rsidRPr="00223DCF">
        <w:t>;</w:t>
      </w:r>
    </w:p>
    <w:p w:rsidR="00C4750D" w:rsidRPr="00223DCF" w:rsidRDefault="00C4750D" w:rsidP="00354974">
      <w:pPr>
        <w:ind w:firstLine="540"/>
        <w:jc w:val="both"/>
      </w:pPr>
      <w:r w:rsidRPr="00223DCF">
        <w:t xml:space="preserve"> 3. Настоящее решение вступает в силу со дня его официального опубликования. </w:t>
      </w:r>
    </w:p>
    <w:p w:rsidR="00C4750D" w:rsidRPr="00223DCF" w:rsidRDefault="00C4750D" w:rsidP="00B204EC">
      <w:pPr>
        <w:ind w:firstLine="540"/>
        <w:jc w:val="both"/>
      </w:pPr>
    </w:p>
    <w:p w:rsidR="00C4750D" w:rsidRPr="00223DCF" w:rsidRDefault="00C4750D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W w:w="0" w:type="auto"/>
        <w:tblInd w:w="-106" w:type="dxa"/>
        <w:tblLook w:val="00A0"/>
      </w:tblPr>
      <w:tblGrid>
        <w:gridCol w:w="5204"/>
        <w:gridCol w:w="5205"/>
      </w:tblGrid>
      <w:tr w:rsidR="00C4750D" w:rsidRPr="00223DCF">
        <w:tc>
          <w:tcPr>
            <w:tcW w:w="5204" w:type="dxa"/>
          </w:tcPr>
          <w:p w:rsidR="00C4750D" w:rsidRPr="00223DCF" w:rsidRDefault="00C4750D" w:rsidP="003C68A6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C4750D" w:rsidRPr="00223DCF" w:rsidRDefault="00C4750D" w:rsidP="003C68A6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C4750D" w:rsidRPr="00223DCF">
        <w:tc>
          <w:tcPr>
            <w:tcW w:w="5204" w:type="dxa"/>
          </w:tcPr>
          <w:p w:rsidR="00C4750D" w:rsidRPr="003C68A6" w:rsidRDefault="00C4750D" w:rsidP="003C68A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</w:rPr>
            </w:pPr>
            <w:r w:rsidRPr="003C68A6">
              <w:rPr>
                <w:b/>
                <w:bCs/>
              </w:rPr>
              <w:t>Глава Константиновского</w:t>
            </w:r>
          </w:p>
          <w:p w:rsidR="00C4750D" w:rsidRPr="003C68A6" w:rsidRDefault="00C4750D" w:rsidP="003C68A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  <w:bCs/>
              </w:rPr>
            </w:pPr>
            <w:r w:rsidRPr="003C68A6">
              <w:rPr>
                <w:b/>
                <w:bCs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C4750D" w:rsidRPr="003C68A6" w:rsidRDefault="00C4750D" w:rsidP="003C68A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bCs/>
              </w:rPr>
            </w:pPr>
          </w:p>
          <w:p w:rsidR="00C4750D" w:rsidRPr="003C68A6" w:rsidRDefault="00C4750D" w:rsidP="003C68A6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  <w:bCs/>
              </w:rPr>
            </w:pPr>
            <w:r w:rsidRPr="003C68A6">
              <w:rPr>
                <w:b/>
                <w:bCs/>
              </w:rPr>
              <w:t>А.Г.Панкратов</w:t>
            </w:r>
          </w:p>
        </w:tc>
      </w:tr>
    </w:tbl>
    <w:p w:rsidR="00C4750D" w:rsidRPr="00223DCF" w:rsidRDefault="00C4750D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C4750D" w:rsidRPr="00223DCF" w:rsidSect="006C4F49">
      <w:headerReference w:type="default" r:id="rId7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50D" w:rsidRDefault="00C4750D">
      <w:r>
        <w:separator/>
      </w:r>
    </w:p>
  </w:endnote>
  <w:endnote w:type="continuationSeparator" w:id="1">
    <w:p w:rsidR="00C4750D" w:rsidRDefault="00C475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50D" w:rsidRDefault="00C4750D">
      <w:r>
        <w:separator/>
      </w:r>
    </w:p>
  </w:footnote>
  <w:footnote w:type="continuationSeparator" w:id="1">
    <w:p w:rsidR="00C4750D" w:rsidRDefault="00C475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50D" w:rsidRDefault="00C4750D" w:rsidP="00730D7A">
    <w:pPr>
      <w:pStyle w:val="Header"/>
      <w:ind w:right="360"/>
    </w:pPr>
  </w:p>
  <w:p w:rsidR="00C4750D" w:rsidRDefault="00C4750D" w:rsidP="00730D7A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5FC6"/>
    <w:rsid w:val="000B670A"/>
    <w:rsid w:val="000B6BDD"/>
    <w:rsid w:val="000B7928"/>
    <w:rsid w:val="000C1575"/>
    <w:rsid w:val="000C179E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5B3"/>
    <w:rsid w:val="00173A32"/>
    <w:rsid w:val="00176AFC"/>
    <w:rsid w:val="00177A6F"/>
    <w:rsid w:val="00181C6C"/>
    <w:rsid w:val="00182BEA"/>
    <w:rsid w:val="001838CE"/>
    <w:rsid w:val="00183F84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809"/>
    <w:rsid w:val="001C3900"/>
    <w:rsid w:val="001C4B96"/>
    <w:rsid w:val="001C5D9C"/>
    <w:rsid w:val="001C5E16"/>
    <w:rsid w:val="001C6317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2BF"/>
    <w:rsid w:val="00243A4D"/>
    <w:rsid w:val="002444E4"/>
    <w:rsid w:val="00244E12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3E6F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3CC"/>
    <w:rsid w:val="003B397E"/>
    <w:rsid w:val="003B7340"/>
    <w:rsid w:val="003C0926"/>
    <w:rsid w:val="003C212E"/>
    <w:rsid w:val="003C221F"/>
    <w:rsid w:val="003C2DD2"/>
    <w:rsid w:val="003C588E"/>
    <w:rsid w:val="003C68A6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4A37"/>
    <w:rsid w:val="00476D35"/>
    <w:rsid w:val="00480AA7"/>
    <w:rsid w:val="00482B7A"/>
    <w:rsid w:val="00482C7C"/>
    <w:rsid w:val="00484453"/>
    <w:rsid w:val="00485F47"/>
    <w:rsid w:val="00487717"/>
    <w:rsid w:val="0049182C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60D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34C52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E7B8A"/>
    <w:rsid w:val="005F251E"/>
    <w:rsid w:val="005F3446"/>
    <w:rsid w:val="005F7B03"/>
    <w:rsid w:val="006045D6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48C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6F2"/>
    <w:rsid w:val="00703865"/>
    <w:rsid w:val="007072BA"/>
    <w:rsid w:val="00707614"/>
    <w:rsid w:val="00707FCA"/>
    <w:rsid w:val="007101EB"/>
    <w:rsid w:val="00710AB8"/>
    <w:rsid w:val="00711A9E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47F0A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85887"/>
    <w:rsid w:val="009901AA"/>
    <w:rsid w:val="00990550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05FE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5E62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BF636E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50D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77C1B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44A0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A2F00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4BAC"/>
    <w:rsid w:val="00F86C50"/>
    <w:rsid w:val="00F91D0C"/>
    <w:rsid w:val="00F93D13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2BD2"/>
    <w:rsid w:val="00FB3ED9"/>
    <w:rsid w:val="00FB6650"/>
    <w:rsid w:val="00FB7B83"/>
    <w:rsid w:val="00FB7DDE"/>
    <w:rsid w:val="00FC02C6"/>
    <w:rsid w:val="00FC0EB5"/>
    <w:rsid w:val="00FC16A0"/>
    <w:rsid w:val="00FC2E49"/>
    <w:rsid w:val="00FC3567"/>
    <w:rsid w:val="00FC5472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24D2"/>
    <w:rsid w:val="00FF2AE7"/>
    <w:rsid w:val="00FF54A9"/>
    <w:rsid w:val="00FF7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1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B2671"/>
    <w:pPr>
      <w:keepNext/>
      <w:ind w:left="720"/>
      <w:jc w:val="center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B2671"/>
    <w:pPr>
      <w:keepNext/>
      <w:jc w:val="center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B2671"/>
    <w:pPr>
      <w:keepNext/>
      <w:jc w:val="center"/>
      <w:outlineLvl w:val="7"/>
    </w:pPr>
    <w:rPr>
      <w:b/>
      <w:bCs/>
      <w:sz w:val="40"/>
      <w:szCs w:val="4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DB2671"/>
    <w:pPr>
      <w:keepNext/>
      <w:jc w:val="center"/>
      <w:outlineLvl w:val="8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1A9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11A9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11A9E"/>
    <w:rPr>
      <w:rFonts w:ascii="Cambria" w:hAnsi="Cambria" w:cs="Cambria"/>
      <w:b/>
      <w:b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11A9E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11A9E"/>
    <w:rPr>
      <w:rFonts w:ascii="Cambria" w:hAnsi="Cambria" w:cs="Cambria"/>
    </w:rPr>
  </w:style>
  <w:style w:type="paragraph" w:customStyle="1" w:styleId="ConsPlusNormal">
    <w:name w:val="ConsPlusNormal"/>
    <w:uiPriority w:val="99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333B6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D62EE6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11A9E"/>
    <w:rPr>
      <w:sz w:val="24"/>
      <w:szCs w:val="24"/>
    </w:rPr>
  </w:style>
  <w:style w:type="paragraph" w:customStyle="1" w:styleId="ConsPlusNonformat">
    <w:name w:val="ConsPlusNonformat"/>
    <w:uiPriority w:val="99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C49F3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30D7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1A9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30D7A"/>
  </w:style>
  <w:style w:type="paragraph" w:customStyle="1" w:styleId="ConsPlusCell">
    <w:name w:val="ConsPlusCell"/>
    <w:uiPriority w:val="99"/>
    <w:rsid w:val="00312CF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rsid w:val="007841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841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11A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841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11A9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7841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1A9E"/>
    <w:rPr>
      <w:sz w:val="2"/>
      <w:szCs w:val="2"/>
    </w:rPr>
  </w:style>
  <w:style w:type="paragraph" w:customStyle="1" w:styleId="ConsNormal">
    <w:name w:val="ConsNormal"/>
    <w:uiPriority w:val="99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">
    <w:name w:val="Знак1 Знак Знак Знак Знак Знак Знак Знак Знак Знак"/>
    <w:basedOn w:val="Normal"/>
    <w:next w:val="Normal"/>
    <w:uiPriority w:val="99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1"/>
    <w:basedOn w:val="Normal"/>
    <w:next w:val="Normal"/>
    <w:uiPriority w:val="99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">
    <w:name w:val="Знак Знак Знак Знак"/>
    <w:basedOn w:val="Normal"/>
    <w:next w:val="Normal"/>
    <w:uiPriority w:val="99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Знак Знак Знак Знак1"/>
    <w:basedOn w:val="Normal"/>
    <w:next w:val="Normal"/>
    <w:uiPriority w:val="99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726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6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1</Pages>
  <Words>327</Words>
  <Characters>1866</Characters>
  <Application>Microsoft Office Outlook</Application>
  <DocSecurity>0</DocSecurity>
  <Lines>0</Lines>
  <Paragraphs>0</Paragraphs>
  <ScaleCrop>false</ScaleCrop>
  <Company>minfinrm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subject/>
  <dc:creator>vlasova</dc:creator>
  <cp:keywords/>
  <dc:description/>
  <cp:lastModifiedBy>comp</cp:lastModifiedBy>
  <cp:revision>22</cp:revision>
  <cp:lastPrinted>2022-05-06T08:12:00Z</cp:lastPrinted>
  <dcterms:created xsi:type="dcterms:W3CDTF">2020-05-07T06:51:00Z</dcterms:created>
  <dcterms:modified xsi:type="dcterms:W3CDTF">2022-05-06T08:13:00Z</dcterms:modified>
</cp:coreProperties>
</file>